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0AD2602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0D7E57">
        <w:rPr>
          <w:rStyle w:val="normaltextrun"/>
          <w:color w:val="000000"/>
          <w:u w:val="none"/>
          <w:shd w:val="clear" w:color="auto" w:fill="FFFFFF"/>
        </w:rPr>
        <w:t xml:space="preserve">het </w:t>
      </w:r>
      <w:r w:rsidR="00854FCE">
        <w:rPr>
          <w:rStyle w:val="normaltextrun"/>
          <w:color w:val="000000"/>
          <w:u w:val="none"/>
          <w:shd w:val="clear" w:color="auto" w:fill="FFFFFF"/>
        </w:rPr>
        <w:t>groen.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4A366F0F" w:rsidR="008A5169" w:rsidRDefault="00D71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54F786E" wp14:editId="19483F63">
            <wp:extent cx="5977255" cy="32905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4249DE0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854FCE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E57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54FCE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1624B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175B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2056E1-A43B-4E62-AD6F-8471B2ADE0C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223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